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29F12C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56169A">
        <w:rPr>
          <w:b/>
          <w:color w:val="FF5200" w:themeColor="accent2"/>
          <w:sz w:val="36"/>
          <w:szCs w:val="36"/>
        </w:rPr>
        <w:t>list nabídky</w:t>
      </w:r>
      <w:r w:rsidR="0031280B" w:rsidRPr="0056169A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6169A" w:rsidRPr="0056169A">
        <w:rPr>
          <w:b/>
          <w:color w:val="FF5200" w:themeColor="accent2"/>
          <w:sz w:val="36"/>
          <w:szCs w:val="36"/>
        </w:rPr>
        <w:t>Manažerský reporting bytového fondu SŽ</w:t>
      </w:r>
      <w:r w:rsidR="0031280B" w:rsidRPr="0056169A">
        <w:rPr>
          <w:b/>
          <w:color w:val="FF5200" w:themeColor="accent2"/>
          <w:sz w:val="36"/>
          <w:szCs w:val="36"/>
        </w:rPr>
        <w:t>“</w:t>
      </w:r>
      <w:r w:rsidR="000128D4" w:rsidRPr="0056169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61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6169A" w:rsidRPr="00561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39065/2022-SŽ-GŘ-O8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2FD74130" w14:textId="77777777" w:rsidR="0056169A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9A08A5D" w14:textId="206EB6B7" w:rsidR="003732C4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5578502" w:history="1">
            <w:r w:rsidR="003732C4" w:rsidRPr="004C42D7">
              <w:rPr>
                <w:rStyle w:val="Hypertextovodkaz"/>
                <w:noProof/>
              </w:rPr>
              <w:t>Kapitola 1.</w:t>
            </w:r>
            <w:r w:rsidR="003732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732C4" w:rsidRPr="004C42D7">
              <w:rPr>
                <w:rStyle w:val="Hypertextovodkaz"/>
                <w:noProof/>
              </w:rPr>
              <w:t>Základní údaje k nabídce</w:t>
            </w:r>
            <w:r w:rsidR="003732C4">
              <w:rPr>
                <w:noProof/>
                <w:webHidden/>
              </w:rPr>
              <w:tab/>
            </w:r>
            <w:r w:rsidR="003732C4">
              <w:rPr>
                <w:noProof/>
                <w:webHidden/>
              </w:rPr>
              <w:fldChar w:fldCharType="begin"/>
            </w:r>
            <w:r w:rsidR="003732C4">
              <w:rPr>
                <w:noProof/>
                <w:webHidden/>
              </w:rPr>
              <w:instrText xml:space="preserve"> PAGEREF _Toc105578502 \h </w:instrText>
            </w:r>
            <w:r w:rsidR="003732C4">
              <w:rPr>
                <w:noProof/>
                <w:webHidden/>
              </w:rPr>
            </w:r>
            <w:r w:rsidR="003732C4">
              <w:rPr>
                <w:noProof/>
                <w:webHidden/>
              </w:rPr>
              <w:fldChar w:fldCharType="separate"/>
            </w:r>
            <w:r w:rsidR="003732C4">
              <w:rPr>
                <w:noProof/>
                <w:webHidden/>
              </w:rPr>
              <w:t>2</w:t>
            </w:r>
            <w:r w:rsidR="003732C4">
              <w:rPr>
                <w:noProof/>
                <w:webHidden/>
              </w:rPr>
              <w:fldChar w:fldCharType="end"/>
            </w:r>
          </w:hyperlink>
        </w:p>
        <w:p w14:paraId="6EE8CA94" w14:textId="7A21C9BC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3" w:history="1">
            <w:r w:rsidRPr="004C42D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083D4" w14:textId="0F4A15F3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4" w:history="1">
            <w:r w:rsidRPr="004C42D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E43CA" w14:textId="4B4F2BA6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5" w:history="1">
            <w:r w:rsidRPr="004C42D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B8C3F" w14:textId="79BC4F63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6" w:history="1">
            <w:r w:rsidRPr="004C42D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0545C" w14:textId="780ACF28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7" w:history="1">
            <w:r w:rsidRPr="004C42D7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1107C" w14:textId="75A09BCC" w:rsidR="003732C4" w:rsidRDefault="003732C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578508" w:history="1">
            <w:r w:rsidRPr="004C42D7">
              <w:rPr>
                <w:rStyle w:val="Hypertextovodkaz"/>
                <w:rFonts w:eastAsia="Times New Roman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42D7">
              <w:rPr>
                <w:rStyle w:val="Hypertextovodkaz"/>
                <w:noProof/>
              </w:rPr>
              <w:t>Čestné</w:t>
            </w:r>
            <w:r w:rsidRPr="004C42D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 w:rsidR="008E2B0F">
              <w:rPr>
                <w:noProof/>
                <w:webHidden/>
              </w:rPr>
              <w:tab/>
            </w:r>
            <w:bookmarkStart w:id="0" w:name="_GoBack"/>
            <w:bookmarkEnd w:id="0"/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_Toc105578508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1D285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55785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97B8B9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6169A">
        <w:t>Výzvy k podání nabíd</w:t>
      </w:r>
      <w:r w:rsidR="004C76E9" w:rsidRPr="0056169A">
        <w:t>ky</w:t>
      </w:r>
      <w:r w:rsidRPr="0056169A">
        <w:t xml:space="preserve"> na veřejnou zakázku zadávanou</w:t>
      </w:r>
      <w:r w:rsidR="004C76E9" w:rsidRPr="0056169A">
        <w:t xml:space="preserve"> jako </w:t>
      </w:r>
      <w:r w:rsidR="000128D4" w:rsidRPr="0056169A">
        <w:rPr>
          <w:rFonts w:eastAsia="Times New Roman" w:cs="Times New Roman"/>
          <w:lang w:eastAsia="cs-CZ"/>
        </w:rPr>
        <w:t>veřejnou zakázku malého rozsahu</w:t>
      </w:r>
      <w:r w:rsidRPr="0056169A">
        <w:t>, jsou pravdivé</w:t>
      </w:r>
      <w:r w:rsidR="009771C9" w:rsidRPr="0056169A">
        <w:t>, úplné a odpovídají skutečnosti</w:t>
      </w:r>
      <w:r w:rsidRPr="0056169A">
        <w:t xml:space="preserve">. Účastník si je vědom důsledků záměrného uvedení nepravdivých údajů, které v rovině tohoto </w:t>
      </w:r>
      <w:r w:rsidR="00626DB3" w:rsidRPr="0056169A">
        <w:t xml:space="preserve">výběrového </w:t>
      </w:r>
      <w:r w:rsidRPr="0056169A">
        <w:t xml:space="preserve">řízení </w:t>
      </w:r>
      <w:r w:rsidR="009771C9" w:rsidRPr="0056169A">
        <w:t>mohou vést až k</w:t>
      </w:r>
      <w:r w:rsidRPr="0056169A">
        <w:t xml:space="preserve"> vyloučení Účastníka z </w:t>
      </w:r>
      <w:r w:rsidR="00626DB3" w:rsidRPr="0056169A">
        <w:t xml:space="preserve">výběrového </w:t>
      </w:r>
      <w:r w:rsidRPr="0056169A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4BB428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293C58F1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B2CD325" w14:textId="00FB75E2" w:rsidR="0056169A" w:rsidRDefault="0056169A" w:rsidP="00996617">
      <w:pPr>
        <w:tabs>
          <w:tab w:val="left" w:pos="7125"/>
        </w:tabs>
        <w:spacing w:after="0"/>
      </w:pPr>
    </w:p>
    <w:p w14:paraId="49E60038" w14:textId="18DCEFB4" w:rsidR="0056169A" w:rsidRDefault="0056169A" w:rsidP="00996617">
      <w:pPr>
        <w:tabs>
          <w:tab w:val="left" w:pos="7125"/>
        </w:tabs>
        <w:spacing w:after="0"/>
      </w:pPr>
    </w:p>
    <w:p w14:paraId="6EE48E1A" w14:textId="558CAF7B" w:rsidR="0056169A" w:rsidRDefault="0056169A" w:rsidP="00996617">
      <w:pPr>
        <w:tabs>
          <w:tab w:val="left" w:pos="7125"/>
        </w:tabs>
        <w:spacing w:after="0"/>
      </w:pPr>
    </w:p>
    <w:p w14:paraId="1134D827" w14:textId="66C08677" w:rsidR="0056169A" w:rsidRDefault="0056169A" w:rsidP="00996617">
      <w:pPr>
        <w:tabs>
          <w:tab w:val="left" w:pos="7125"/>
        </w:tabs>
        <w:spacing w:after="0"/>
      </w:pPr>
    </w:p>
    <w:p w14:paraId="02F36E15" w14:textId="0CD31EFE" w:rsidR="0056169A" w:rsidRDefault="0056169A" w:rsidP="00996617">
      <w:pPr>
        <w:tabs>
          <w:tab w:val="left" w:pos="7125"/>
        </w:tabs>
        <w:spacing w:after="0"/>
      </w:pPr>
    </w:p>
    <w:p w14:paraId="1A58BFEE" w14:textId="733DE85F" w:rsidR="0056169A" w:rsidRDefault="0056169A" w:rsidP="00996617">
      <w:pPr>
        <w:tabs>
          <w:tab w:val="left" w:pos="7125"/>
        </w:tabs>
        <w:spacing w:after="0"/>
      </w:pPr>
    </w:p>
    <w:p w14:paraId="290876A1" w14:textId="330867B7" w:rsidR="0056169A" w:rsidRDefault="0056169A" w:rsidP="00996617">
      <w:pPr>
        <w:tabs>
          <w:tab w:val="left" w:pos="7125"/>
        </w:tabs>
        <w:spacing w:after="0"/>
      </w:pPr>
    </w:p>
    <w:p w14:paraId="647FA734" w14:textId="35717367" w:rsidR="0056169A" w:rsidRDefault="0056169A" w:rsidP="00996617">
      <w:pPr>
        <w:tabs>
          <w:tab w:val="left" w:pos="7125"/>
        </w:tabs>
        <w:spacing w:after="0"/>
      </w:pPr>
    </w:p>
    <w:p w14:paraId="5C651833" w14:textId="2DC6926C" w:rsidR="0056169A" w:rsidRDefault="0056169A" w:rsidP="00996617">
      <w:pPr>
        <w:tabs>
          <w:tab w:val="left" w:pos="7125"/>
        </w:tabs>
        <w:spacing w:after="0"/>
      </w:pPr>
    </w:p>
    <w:p w14:paraId="35EBFA6C" w14:textId="5C0F2427" w:rsidR="0056169A" w:rsidRDefault="0056169A" w:rsidP="00996617">
      <w:pPr>
        <w:tabs>
          <w:tab w:val="left" w:pos="7125"/>
        </w:tabs>
        <w:spacing w:after="0"/>
      </w:pPr>
    </w:p>
    <w:p w14:paraId="4BEACF13" w14:textId="77777777" w:rsidR="0056169A" w:rsidRDefault="0056169A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E2B0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E2B0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557850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55785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56169A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56169A">
        <w:rPr>
          <w:rFonts w:eastAsia="Times New Roman" w:cs="Times New Roman"/>
          <w:lang w:eastAsia="cs-CZ"/>
        </w:rPr>
        <w:t xml:space="preserve">tuto </w:t>
      </w:r>
      <w:r w:rsidR="00A327CB" w:rsidRPr="0056169A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56169A">
        <w:rPr>
          <w:rFonts w:eastAsia="Calibri" w:cs="Times New Roman"/>
          <w:b/>
        </w:rPr>
        <w:t>není</w:t>
      </w:r>
      <w:r w:rsidRPr="0056169A">
        <w:rPr>
          <w:rFonts w:eastAsia="Calibri" w:cs="Times New Roman"/>
        </w:rPr>
        <w:t xml:space="preserve"> obchodní společností, ve</w:t>
      </w:r>
      <w:r w:rsidRPr="00A327CB">
        <w:rPr>
          <w:rFonts w:eastAsia="Calibri" w:cs="Times New Roman"/>
        </w:rPr>
        <w:t xml:space="preserve">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55785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5578506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479D42C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 w:rsidRPr="0056169A">
        <w:rPr>
          <w:rFonts w:eastAsia="Times New Roman" w:cs="Times New Roman"/>
          <w:lang w:eastAsia="cs-CZ"/>
        </w:rPr>
        <w:t xml:space="preserve">který podává </w:t>
      </w:r>
      <w:r w:rsidR="000128D4" w:rsidRPr="0056169A">
        <w:rPr>
          <w:rFonts w:eastAsia="Times New Roman" w:cs="Times New Roman"/>
          <w:lang w:eastAsia="cs-CZ"/>
        </w:rPr>
        <w:t xml:space="preserve">tuto </w:t>
      </w:r>
      <w:r w:rsidR="00E85D44" w:rsidRPr="0056169A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56169A" w:rsidRPr="0056169A">
        <w:rPr>
          <w:rFonts w:eastAsia="Times New Roman" w:cs="Times New Roman"/>
          <w:lang w:eastAsia="cs-CZ"/>
        </w:rPr>
        <w:t>4 významné služby definované</w:t>
      </w:r>
      <w:r w:rsidR="00E85D44" w:rsidRPr="0056169A">
        <w:rPr>
          <w:rFonts w:eastAsia="Times New Roman" w:cs="Times New Roman"/>
          <w:lang w:eastAsia="cs-CZ"/>
        </w:rPr>
        <w:t xml:space="preserve"> v čl. </w:t>
      </w:r>
      <w:r w:rsidR="0056169A" w:rsidRPr="0056169A">
        <w:rPr>
          <w:rFonts w:eastAsia="Times New Roman" w:cs="Times New Roman"/>
          <w:lang w:eastAsia="cs-CZ"/>
        </w:rPr>
        <w:t>7.5.1</w:t>
      </w:r>
      <w:r w:rsidR="00E85D44" w:rsidRPr="0056169A">
        <w:rPr>
          <w:rFonts w:eastAsia="Times New Roman" w:cs="Times New Roman"/>
          <w:lang w:eastAsia="cs-CZ"/>
        </w:rPr>
        <w:t xml:space="preserve"> </w:t>
      </w:r>
      <w:r w:rsidR="00B87D91" w:rsidRPr="0056169A">
        <w:rPr>
          <w:rFonts w:eastAsia="Times New Roman" w:cs="Times New Roman"/>
          <w:lang w:eastAsia="cs-CZ"/>
        </w:rPr>
        <w:t>V</w:t>
      </w:r>
      <w:r w:rsidR="00E85D44" w:rsidRPr="0056169A">
        <w:rPr>
          <w:rFonts w:eastAsia="Times New Roman" w:cs="Times New Roman"/>
          <w:lang w:eastAsia="cs-CZ"/>
        </w:rPr>
        <w:t>ýzvy k podání nabídky v celkové 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56169A">
        <w:rPr>
          <w:rFonts w:eastAsia="Times New Roman" w:cs="Times New Roman"/>
          <w:lang w:eastAsia="cs-CZ"/>
        </w:rPr>
        <w:t>1 000 000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56169A">
        <w:rPr>
          <w:rFonts w:eastAsia="Times New Roman" w:cs="Times New Roman"/>
          <w:lang w:eastAsia="cs-CZ"/>
        </w:rPr>
        <w:t xml:space="preserve"> za všechny tyto služby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6169A" w14:paraId="0EF0D40E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39311D" w14:textId="77777777" w:rsidR="0056169A" w:rsidRDefault="0056169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C1E0991" w14:textId="77777777" w:rsidR="0056169A" w:rsidRDefault="0056169A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761C5F5" w14:textId="77777777" w:rsidR="0056169A" w:rsidRDefault="0056169A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3062" w14:textId="77777777" w:rsidR="0056169A" w:rsidRDefault="0056169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6169A" w14:paraId="05398B00" w14:textId="77777777" w:rsidTr="005616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881C082" w14:textId="77777777" w:rsidR="0056169A" w:rsidRDefault="0056169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C331E9" w14:textId="77777777" w:rsidR="0056169A" w:rsidRDefault="0056169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5EAD0E" w14:textId="77777777" w:rsidR="0056169A" w:rsidRDefault="0056169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21E420" w14:textId="77777777" w:rsidR="0056169A" w:rsidRDefault="0056169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5578507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</w:tblGrid>
      <w:tr w:rsidR="00782D68" w:rsidRPr="0056169A" w14:paraId="23E1AAD0" w14:textId="77777777" w:rsidTr="00782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652DAA0D" w14:textId="77777777" w:rsidR="00782D68" w:rsidRPr="0056169A" w:rsidRDefault="00782D68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6169A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782D68" w:rsidRPr="0056169A" w14:paraId="5D07A0DB" w14:textId="77777777" w:rsidTr="00782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1B4FBCB8" w14:textId="77777777" w:rsidR="00782D68" w:rsidRPr="0056169A" w:rsidRDefault="00782D68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782D68" w:rsidRPr="0056169A" w14:paraId="3B3A57BD" w14:textId="77777777" w:rsidTr="00782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56EF73CD" w14:textId="77777777" w:rsidR="00782D68" w:rsidRPr="0056169A" w:rsidRDefault="00782D68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782D68" w:rsidRPr="0056169A" w14:paraId="030DEE8B" w14:textId="77777777" w:rsidTr="00782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4E57380B" w14:textId="77777777" w:rsidR="00782D68" w:rsidRPr="0056169A" w:rsidRDefault="00782D68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56169A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56169A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56169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56169A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2747324" w:rsidR="00F44645" w:rsidRPr="0056169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56169A">
        <w:rPr>
          <w:rFonts w:eastAsia="Times New Roman" w:cs="Times New Roman"/>
          <w:highlight w:val="green"/>
          <w:lang w:eastAsia="cs-CZ"/>
        </w:rPr>
        <w:t xml:space="preserve">Životopis </w:t>
      </w:r>
    </w:p>
    <w:p w14:paraId="4871CF72" w14:textId="3D29AA6C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027BCC34" w14:textId="0371A218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39642898" w14:textId="39B5C410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0D2F6498" w14:textId="0FFACB76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235C1F3F" w14:textId="4D367EEB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3EAFC96C" w14:textId="48410517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016D1302" w14:textId="5D121DE9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1B1268FC" w14:textId="27517D19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7C38DE8D" w14:textId="3C2E8670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5FE84F2D" w14:textId="7CDE47A8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767001F9" w14:textId="554B63BB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483DE7B5" w14:textId="756B3A72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2DAE23DF" w14:textId="7AA8895F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2EAAFFB1" w14:textId="0FE41073" w:rsidR="0056169A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3B57C194" w14:textId="77777777" w:rsidR="0056169A" w:rsidRPr="00F44645" w:rsidRDefault="0056169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557850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05A822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B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B0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08CE43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B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B0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B05789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2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2C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732C4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169A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4D38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2D68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E2B0F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95E904-143D-4A7B-B425-8EA86AA1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9</Pages>
  <Words>1266</Words>
  <Characters>7476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6</cp:revision>
  <cp:lastPrinted>2017-11-28T17:18:00Z</cp:lastPrinted>
  <dcterms:created xsi:type="dcterms:W3CDTF">2022-05-18T09:00:00Z</dcterms:created>
  <dcterms:modified xsi:type="dcterms:W3CDTF">2022-06-08T09:01:00Z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